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  <w:bookmarkStart w:id="0" w:name="_GoBack"/>
      <w:bookmarkEnd w:id="0"/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3997FF72" w:rsidR="00CF0EF4" w:rsidRDefault="00691777" w:rsidP="00CF0EF4">
          <w:pPr>
            <w:pStyle w:val="Tituldatum"/>
          </w:pPr>
          <w:r w:rsidRPr="00691777">
            <w:rPr>
              <w:rStyle w:val="Nzevakce"/>
            </w:rPr>
            <w:t>Doplnění závor na přejezdu P3935 v km 116,789 trati Hrušovany nad Jevišovkou – Brno - Hor. Heršpice - St. silnice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8144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8144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81444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8144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81444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577D4" w14:textId="77777777" w:rsidR="00814442" w:rsidRDefault="00814442" w:rsidP="00962258">
      <w:pPr>
        <w:spacing w:after="0" w:line="240" w:lineRule="auto"/>
      </w:pPr>
      <w:r>
        <w:separator/>
      </w:r>
    </w:p>
  </w:endnote>
  <w:endnote w:type="continuationSeparator" w:id="0">
    <w:p w14:paraId="4BCE7C33" w14:textId="77777777" w:rsidR="00814442" w:rsidRDefault="008144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13C7806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6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63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AFB3364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9A363A" w:rsidRPr="009A363A">
            <w:rPr>
              <w:bCs/>
              <w:noProof/>
            </w:rPr>
            <w:t>Doplnění závor na přejezdu P3935 v km 116,789 trati Hrušovany</w:t>
          </w:r>
          <w:r w:rsidR="009A363A">
            <w:rPr>
              <w:b/>
              <w:noProof/>
            </w:rPr>
            <w:t xml:space="preserve">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1645C51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9A363A" w:rsidRPr="009A363A">
            <w:rPr>
              <w:bCs/>
              <w:noProof/>
            </w:rPr>
            <w:t>Doplnění závor na přejezdu P3935 v km 116,789 trati Hrušovany</w:t>
          </w:r>
          <w:r w:rsidR="009A363A">
            <w:rPr>
              <w:b/>
              <w:noProof/>
            </w:rPr>
            <w:t xml:space="preserve">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151AC174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63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63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58112" w14:textId="77777777" w:rsidR="00814442" w:rsidRDefault="00814442" w:rsidP="00962258">
      <w:pPr>
        <w:spacing w:after="0" w:line="240" w:lineRule="auto"/>
      </w:pPr>
      <w:r>
        <w:separator/>
      </w:r>
    </w:p>
  </w:footnote>
  <w:footnote w:type="continuationSeparator" w:id="0">
    <w:p w14:paraId="6EAC7DE5" w14:textId="77777777" w:rsidR="00814442" w:rsidRDefault="008144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4442"/>
    <w:rsid w:val="00816930"/>
    <w:rsid w:val="00821D01"/>
    <w:rsid w:val="00825984"/>
    <w:rsid w:val="00826B7B"/>
    <w:rsid w:val="00834146"/>
    <w:rsid w:val="00846789"/>
    <w:rsid w:val="0088048D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A363A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01BA2"/>
    <w:rsid w:val="00730B76"/>
    <w:rsid w:val="007E78C9"/>
    <w:rsid w:val="008B6702"/>
    <w:rsid w:val="008E26D9"/>
    <w:rsid w:val="009C5CCD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19506E-06C0-4A4E-89AF-57AC2400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4</TotalTime>
  <Pages>6</Pages>
  <Words>1583</Words>
  <Characters>9340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5</cp:revision>
  <cp:lastPrinted>2019-03-13T10:28:00Z</cp:lastPrinted>
  <dcterms:created xsi:type="dcterms:W3CDTF">2021-01-11T07:35:00Z</dcterms:created>
  <dcterms:modified xsi:type="dcterms:W3CDTF">2021-01-27T05:23:00Z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